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06A852D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27FAA2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E30D73" w:rsidR="00DC6D0C" w:rsidP="00E30D73" w:rsidRDefault="0071620A" w14:paraId="76AF40AE" w14:textId="623AC0A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827FE">
        <w:rPr>
          <w:rFonts w:ascii="Corbel" w:hAnsi="Corbel"/>
          <w:i/>
          <w:smallCaps/>
          <w:sz w:val="24"/>
          <w:szCs w:val="24"/>
        </w:rPr>
        <w:t>2019-2022</w:t>
      </w:r>
    </w:p>
    <w:p w:rsidRPr="00EA4832" w:rsidR="00445970" w:rsidP="00633D53" w:rsidRDefault="00445970" w14:paraId="1350DC59" w14:textId="45807E9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</w:t>
      </w:r>
      <w:r w:rsidR="00A92B4A">
        <w:rPr>
          <w:rFonts w:ascii="Corbel" w:hAnsi="Corbel"/>
          <w:sz w:val="20"/>
          <w:szCs w:val="20"/>
        </w:rPr>
        <w:t>19</w:t>
      </w:r>
      <w:r w:rsidR="00E30D73">
        <w:rPr>
          <w:rFonts w:ascii="Corbel" w:hAnsi="Corbel"/>
          <w:sz w:val="20"/>
          <w:szCs w:val="20"/>
        </w:rPr>
        <w:t>/202</w:t>
      </w:r>
      <w:r w:rsidR="00A92B4A">
        <w:rPr>
          <w:rFonts w:ascii="Corbel" w:hAnsi="Corbel"/>
          <w:sz w:val="20"/>
          <w:szCs w:val="20"/>
        </w:rPr>
        <w:t>0</w:t>
      </w:r>
    </w:p>
    <w:p w:rsidRPr="009C54AE" w:rsidR="0085747A" w:rsidP="009C54AE" w:rsidRDefault="0085747A" w14:paraId="2021ED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08F87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2B3725C" w14:paraId="07D1D78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D3AFA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0D73" w14:paraId="4A9D18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Pr="009C54AE" w:rsidR="0085747A" w:rsidTr="12B3725C" w14:paraId="37EA306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845F5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0D73" w14:paraId="4EEB676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Pr="009C54AE" w:rsidR="0085747A" w:rsidTr="12B3725C" w14:paraId="4854EC05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2E4EFD4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2756CF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2B3725C" w14:paraId="63D532F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EF5D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5B69B8" w:rsidR="0085747A" w:rsidP="009C54AE" w:rsidRDefault="00B62913" w14:paraId="05D552C6" w14:textId="38EB1E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12B3725C" w14:paraId="7890649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123B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0D73" w14:paraId="2790C9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12B3725C" w14:paraId="0AB387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66FA3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0D73" w14:paraId="13ED1E63" w14:textId="54D17B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12B3725C" w14:paraId="6FC860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508A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0F0C5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2B3725C" w14:paraId="6627EAC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31C2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75814" w:rsidR="0085747A" w:rsidP="009C54AE" w:rsidRDefault="00B75814" w14:paraId="10F3704D" w14:textId="029B05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81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85747A" w:rsidTr="12B3725C" w14:paraId="29846F8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465AB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0D73" w14:paraId="6B61FF1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Pr="009C54AE" w:rsidR="0085747A" w:rsidTr="12B3725C" w14:paraId="487AA2E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B825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0D73" w14:paraId="2B7BD3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12B3725C" w14:paraId="1EE1CCB7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3C8D3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7512A" w14:paraId="6A6AD10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2B3725C" w14:paraId="09F90A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77753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30D73" w14:paraId="17D60E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Pr="009C54AE" w:rsidR="0085747A" w:rsidTr="12B3725C" w14:paraId="4B537F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2136F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2B3725C" w:rsidRDefault="72F1BCDF" w14:paraId="2EB75C0F" w14:textId="0E57876D">
            <w:pPr>
              <w:pStyle w:val="Odpowiedzi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2B3725C" w:rsidR="00E30D7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dr </w:t>
            </w:r>
            <w:r w:rsidRPr="12B3725C" w:rsidR="6FB0D9FF">
              <w:rPr>
                <w:rFonts w:ascii="Corbel" w:hAnsi="Corbel"/>
                <w:b w:val="0"/>
                <w:bCs w:val="0"/>
                <w:sz w:val="24"/>
                <w:szCs w:val="24"/>
              </w:rPr>
              <w:t>Jolanta Wojnar</w:t>
            </w:r>
          </w:p>
        </w:tc>
      </w:tr>
    </w:tbl>
    <w:p w:rsidRPr="009C54AE" w:rsidR="0085747A" w:rsidP="009C54AE" w:rsidRDefault="0085747A" w14:paraId="5D3EA44A" w14:textId="0AE310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130A53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23F127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AD3B6E" w14:paraId="115308B2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8B501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2FEDF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D6E1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CA386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8750E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DB458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BAD7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F24C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6A5C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6D18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95BC9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AD3B6E" w14:paraId="24B7A72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E30D73" w14:paraId="39815B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75814" w14:paraId="328DBE29" w14:textId="153423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C50197" w14:textId="1D4EF5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DAB7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B499D" w14:paraId="13BAB115" w14:textId="791FC9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C2821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AA3F2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EAD69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B1E6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30D73" w14:paraId="7CDF7C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90F390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80CEB8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2B3CC1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3D53" w:rsidP="00633D53" w:rsidRDefault="00633D53" w14:paraId="2C17170F" w14:textId="5ED0F75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633D53" w:rsidR="00633D53" w:rsidP="00633D53" w:rsidRDefault="00633D53" w14:paraId="0CDC5A11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511378F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3147EC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AD3B6E" w:rsidR="009C54AE" w:rsidP="009C54AE" w:rsidRDefault="00AD3B6E" w14:paraId="7450C3CD" w14:textId="4728F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3B6E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5974872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6671005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2189E13" w14:textId="77777777">
        <w:tc>
          <w:tcPr>
            <w:tcW w:w="9670" w:type="dxa"/>
          </w:tcPr>
          <w:p w:rsidR="00D667C8" w:rsidP="00D667C8" w:rsidRDefault="00D667C8" w14:paraId="1826CD0B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:rsidRPr="009C54AE" w:rsidR="0085747A" w:rsidP="009C54AE" w:rsidRDefault="00D667C8" w14:paraId="2394E4C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:rsidR="00153C41" w:rsidP="009C54AE" w:rsidRDefault="00153C41" w14:paraId="25751034" w14:textId="09092C88">
      <w:pPr>
        <w:pStyle w:val="Punktygwne"/>
        <w:spacing w:before="0" w:after="0"/>
        <w:rPr>
          <w:rFonts w:ascii="Corbel" w:hAnsi="Corbel"/>
          <w:szCs w:val="24"/>
        </w:rPr>
      </w:pPr>
    </w:p>
    <w:p w:rsidR="00AD3B6E" w:rsidP="009C54AE" w:rsidRDefault="00AD3B6E" w14:paraId="3FFE13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6FB517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4270188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169703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020BC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D667C8" w14:paraId="252445A1" w14:textId="77777777">
        <w:tc>
          <w:tcPr>
            <w:tcW w:w="843" w:type="dxa"/>
            <w:vAlign w:val="center"/>
          </w:tcPr>
          <w:p w:rsidRPr="009C54AE" w:rsidR="0085747A" w:rsidP="009C54AE" w:rsidRDefault="0085747A" w14:paraId="5A89999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100BD5" w:rsidR="00D667C8" w:rsidP="00D667C8" w:rsidRDefault="00D667C8" w14:paraId="6BD541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:rsidRPr="00100BD5" w:rsidR="00D667C8" w:rsidP="00D667C8" w:rsidRDefault="00D667C8" w14:paraId="6F32D5C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:rsidRPr="00100BD5" w:rsidR="00D667C8" w:rsidP="00D667C8" w:rsidRDefault="00D667C8" w14:paraId="0C3F4F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:rsidRPr="00100BD5" w:rsidR="00D667C8" w:rsidP="00D667C8" w:rsidRDefault="00D667C8" w14:paraId="73CAEB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:rsidRPr="00100BD5" w:rsidR="00D667C8" w:rsidP="00D667C8" w:rsidRDefault="00D667C8" w14:paraId="4AA8DBB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:rsidRPr="009C54AE" w:rsidR="0085747A" w:rsidP="00D667C8" w:rsidRDefault="00D667C8" w14:paraId="4B01F51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:rsidRPr="009C54AE" w:rsidR="0085747A" w:rsidP="009C54AE" w:rsidRDefault="0085747A" w14:paraId="7B8FF5E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CD94C2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74C291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1D3166" w14:paraId="178DB747" w14:textId="77777777">
        <w:tc>
          <w:tcPr>
            <w:tcW w:w="1681" w:type="dxa"/>
            <w:vAlign w:val="center"/>
          </w:tcPr>
          <w:p w:rsidRPr="009C54AE" w:rsidR="0085747A" w:rsidP="009C54AE" w:rsidRDefault="0085747A" w14:paraId="5FD17A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24BBE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2EE162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D3166" w:rsidTr="00C65F93" w14:paraId="347F6AC9" w14:textId="77777777">
        <w:tc>
          <w:tcPr>
            <w:tcW w:w="1681" w:type="dxa"/>
          </w:tcPr>
          <w:p w:rsidRPr="009C54AE" w:rsidR="001D3166" w:rsidP="001D3166" w:rsidRDefault="001D3166" w14:paraId="32BCEE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100BD5" w:rsidR="001D3166" w:rsidP="001D3166" w:rsidRDefault="001D3166" w14:paraId="150E826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:rsidRPr="00100BD5" w:rsidR="001D3166" w:rsidP="001D3166" w:rsidRDefault="0064638C" w14:paraId="68AC49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1D3166" w:rsidTr="00C65F93" w14:paraId="20B7594F" w14:textId="77777777">
        <w:tc>
          <w:tcPr>
            <w:tcW w:w="1681" w:type="dxa"/>
          </w:tcPr>
          <w:p w:rsidRPr="009C54AE" w:rsidR="001D3166" w:rsidP="001D3166" w:rsidRDefault="001D3166" w14:paraId="173060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100BD5" w:rsidR="001D3166" w:rsidP="001D3166" w:rsidRDefault="001D3166" w14:paraId="35E109E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:rsidRPr="00100BD5" w:rsidR="001D3166" w:rsidP="001D3166" w:rsidRDefault="0064638C" w14:paraId="15455A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1D3166" w:rsidTr="00C65F93" w14:paraId="33C44D29" w14:textId="77777777">
        <w:tc>
          <w:tcPr>
            <w:tcW w:w="1681" w:type="dxa"/>
          </w:tcPr>
          <w:p w:rsidRPr="009C54AE" w:rsidR="001D3166" w:rsidP="001D3166" w:rsidRDefault="001D3166" w14:paraId="34E9F2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100BD5" w:rsidR="001D3166" w:rsidP="001D3166" w:rsidRDefault="001D3166" w14:paraId="0DFDB22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:rsidRPr="00100BD5" w:rsidR="001D3166" w:rsidP="001D3166" w:rsidRDefault="001D3166" w14:paraId="58A910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100BD5" w:rsidR="001D3166" w:rsidP="001D3166" w:rsidRDefault="001D3166" w14:paraId="68E852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1D3166" w:rsidTr="001D3166" w14:paraId="2211DADB" w14:textId="77777777">
        <w:tc>
          <w:tcPr>
            <w:tcW w:w="1681" w:type="dxa"/>
          </w:tcPr>
          <w:p w:rsidRPr="009C54AE" w:rsidR="001D3166" w:rsidP="001D3166" w:rsidRDefault="001D3166" w14:paraId="0CD0FF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100BD5" w:rsidR="001D3166" w:rsidP="001D3166" w:rsidRDefault="001D3166" w14:paraId="48F60AD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:rsidRPr="00100BD5" w:rsidR="001D3166" w:rsidP="001D3166" w:rsidRDefault="001D3166" w14:paraId="220BF1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100BD5" w:rsidR="001D3166" w:rsidP="001D3166" w:rsidRDefault="001D3166" w14:paraId="3F3F18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100BD5" w:rsidR="001D3166" w:rsidP="001D3166" w:rsidRDefault="0064638C" w14:paraId="7296E6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1D3166" w:rsidTr="00C65F93" w14:paraId="2C9E17FD" w14:textId="77777777">
        <w:tc>
          <w:tcPr>
            <w:tcW w:w="1681" w:type="dxa"/>
          </w:tcPr>
          <w:p w:rsidRPr="009C54AE" w:rsidR="001D3166" w:rsidP="001D3166" w:rsidRDefault="001D3166" w14:paraId="2205CA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Pr="00100BD5" w:rsidR="001D3166" w:rsidP="001D3166" w:rsidRDefault="001D3166" w14:paraId="5337045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:rsidRPr="00100BD5" w:rsidR="001D3166" w:rsidP="001D3166" w:rsidRDefault="001D3166" w14:paraId="00AD73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Pr="00100BD5" w:rsidR="001D3166" w:rsidP="001D3166" w:rsidRDefault="0064638C" w14:paraId="19354B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1D3166" w:rsidTr="00C65F93" w14:paraId="57D06394" w14:textId="77777777">
        <w:tc>
          <w:tcPr>
            <w:tcW w:w="1681" w:type="dxa"/>
          </w:tcPr>
          <w:p w:rsidRPr="009C54AE" w:rsidR="001D3166" w:rsidP="001D3166" w:rsidRDefault="001D3166" w14:paraId="480B03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100BD5" w:rsidR="001D3166" w:rsidP="001D3166" w:rsidRDefault="001D3166" w14:paraId="69929C6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:rsidRPr="00100BD5" w:rsidR="001D3166" w:rsidP="001D3166" w:rsidRDefault="0064638C" w14:paraId="388816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1D3166" w:rsidP="009C54AE" w:rsidRDefault="001D3166" w14:paraId="70890FC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638C" w:rsidP="009C54AE" w:rsidRDefault="0064638C" w14:paraId="552E94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64638C" w:rsidP="009C54AE" w:rsidRDefault="0064638C" w14:paraId="76FE9C9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0CAEAE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23A399C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64F680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4638C" w14:paraId="704377D2" w14:textId="77777777">
        <w:tc>
          <w:tcPr>
            <w:tcW w:w="9520" w:type="dxa"/>
          </w:tcPr>
          <w:p w:rsidRPr="009C54AE" w:rsidR="0085747A" w:rsidP="009C54AE" w:rsidRDefault="0085747A" w14:paraId="3F5663E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64638C" w:rsidTr="0064638C" w14:paraId="4F91CA0A" w14:textId="77777777">
        <w:tc>
          <w:tcPr>
            <w:tcW w:w="9520" w:type="dxa"/>
          </w:tcPr>
          <w:p w:rsidRPr="00100BD5" w:rsidR="0064638C" w:rsidP="0064638C" w:rsidRDefault="0064638C" w14:paraId="6758AA7F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Pr="009C54AE" w:rsidR="0064638C" w:rsidTr="0064638C" w14:paraId="627DFE9E" w14:textId="77777777">
        <w:tc>
          <w:tcPr>
            <w:tcW w:w="9520" w:type="dxa"/>
          </w:tcPr>
          <w:p w:rsidRPr="00100BD5" w:rsidR="0064638C" w:rsidP="0064638C" w:rsidRDefault="0064638C" w14:paraId="2700BDCC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Pr="009C54AE" w:rsidR="0064638C" w:rsidTr="0064638C" w14:paraId="42A02340" w14:textId="77777777">
        <w:tc>
          <w:tcPr>
            <w:tcW w:w="9520" w:type="dxa"/>
          </w:tcPr>
          <w:p w:rsidRPr="00100BD5" w:rsidR="0064638C" w:rsidP="0064638C" w:rsidRDefault="0064638C" w14:paraId="169DE67E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Pr="009C54AE" w:rsidR="0064638C" w:rsidTr="0064638C" w14:paraId="6C567A1F" w14:textId="77777777">
        <w:tc>
          <w:tcPr>
            <w:tcW w:w="9520" w:type="dxa"/>
          </w:tcPr>
          <w:p w:rsidRPr="00100BD5" w:rsidR="0064638C" w:rsidP="0064638C" w:rsidRDefault="0064638C" w14:paraId="14751FE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Pr="009C54AE" w:rsidR="0064638C" w:rsidTr="0064638C" w14:paraId="7B3FD5F2" w14:textId="77777777">
        <w:tc>
          <w:tcPr>
            <w:tcW w:w="9520" w:type="dxa"/>
          </w:tcPr>
          <w:p w:rsidRPr="00100BD5" w:rsidR="0064638C" w:rsidP="0064638C" w:rsidRDefault="0064638C" w14:paraId="4C97EBD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5AFF974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5A79A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BF9916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4638C" w14:paraId="05962B56" w14:textId="77777777">
        <w:tc>
          <w:tcPr>
            <w:tcW w:w="9520" w:type="dxa"/>
          </w:tcPr>
          <w:p w:rsidRPr="009C54AE" w:rsidR="0085747A" w:rsidP="009C54AE" w:rsidRDefault="0085747A" w14:paraId="504BC37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64638C" w:rsidTr="0064638C" w14:paraId="1456316B" w14:textId="77777777">
        <w:tc>
          <w:tcPr>
            <w:tcW w:w="9520" w:type="dxa"/>
          </w:tcPr>
          <w:p w:rsidRPr="00DC14B7" w:rsidR="0064638C" w:rsidP="0064638C" w:rsidRDefault="0064638C" w14:paraId="6D092ED2" w14:textId="77777777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4638C" w:rsidTr="0064638C" w14:paraId="6093F547" w14:textId="77777777">
        <w:tc>
          <w:tcPr>
            <w:tcW w:w="9520" w:type="dxa"/>
          </w:tcPr>
          <w:p w:rsidRPr="00DC14B7" w:rsidR="0064638C" w:rsidP="0064638C" w:rsidRDefault="0064638C" w14:paraId="49B2848D" w14:textId="77777777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Pr="009C54AE" w:rsidR="0064638C" w:rsidTr="0064638C" w14:paraId="4F3E655C" w14:textId="77777777">
        <w:tc>
          <w:tcPr>
            <w:tcW w:w="9520" w:type="dxa"/>
          </w:tcPr>
          <w:p w:rsidRPr="00DC14B7" w:rsidR="0064638C" w:rsidP="0064638C" w:rsidRDefault="0064638C" w14:paraId="27359FC1" w14:textId="77777777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Pr="009C54AE" w:rsidR="0064638C" w:rsidTr="0064638C" w14:paraId="0E6FBE64" w14:textId="77777777">
        <w:tc>
          <w:tcPr>
            <w:tcW w:w="9520" w:type="dxa"/>
          </w:tcPr>
          <w:p w:rsidRPr="00DC14B7" w:rsidR="0064638C" w:rsidP="0064638C" w:rsidRDefault="0064638C" w14:paraId="27C367BE" w14:textId="77777777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64638C" w:rsidTr="0064638C" w14:paraId="278CADA1" w14:textId="77777777">
        <w:tc>
          <w:tcPr>
            <w:tcW w:w="9520" w:type="dxa"/>
          </w:tcPr>
          <w:p w:rsidRPr="00DC14B7" w:rsidR="0064638C" w:rsidP="0064638C" w:rsidRDefault="0064638C" w14:paraId="6FE7B80D" w14:textId="77777777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Pr="009C54AE" w:rsidR="0064638C" w:rsidTr="0064638C" w14:paraId="6F781EB4" w14:textId="77777777">
        <w:tc>
          <w:tcPr>
            <w:tcW w:w="9520" w:type="dxa"/>
          </w:tcPr>
          <w:p w:rsidRPr="00DC14B7" w:rsidR="0064638C" w:rsidP="0064638C" w:rsidRDefault="0064638C" w14:paraId="5AEDCA56" w14:textId="77777777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Pr="009C54AE" w:rsidR="0064638C" w:rsidTr="0064638C" w14:paraId="7C6263FB" w14:textId="77777777">
        <w:tc>
          <w:tcPr>
            <w:tcW w:w="9520" w:type="dxa"/>
          </w:tcPr>
          <w:p w:rsidRPr="00DC14B7" w:rsidR="0064638C" w:rsidP="0064638C" w:rsidRDefault="0064638C" w14:paraId="6E3EDAF2" w14:textId="77777777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64638C" w:rsidTr="0064638C" w14:paraId="282C36D6" w14:textId="77777777">
        <w:tc>
          <w:tcPr>
            <w:tcW w:w="9520" w:type="dxa"/>
          </w:tcPr>
          <w:p w:rsidRPr="00DC14B7" w:rsidR="0064638C" w:rsidP="0064638C" w:rsidRDefault="0064638C" w14:paraId="65A28DF1" w14:textId="77777777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:rsidRPr="009C54AE" w:rsidR="0085747A" w:rsidP="009C54AE" w:rsidRDefault="0085747A" w14:paraId="434072E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A83F1F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P="009C54AE" w:rsidRDefault="0085747A" w14:paraId="52E73EF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C14B7" w:rsidR="0064638C" w:rsidP="0064638C" w:rsidRDefault="0064638C" w14:paraId="0C6866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:rsidRPr="00DC14B7" w:rsidR="0064638C" w:rsidP="0064638C" w:rsidRDefault="0064638C" w14:paraId="1C20AB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:rsidRPr="009C54AE" w:rsidR="0085747A" w:rsidP="009C54AE" w:rsidRDefault="0085747A" w14:paraId="2C618F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960BB" w14:paraId="35C318F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8A2C5E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3790066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B51F6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265CF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4638C" w14:paraId="30B3AE55" w14:textId="77777777">
        <w:tc>
          <w:tcPr>
            <w:tcW w:w="1962" w:type="dxa"/>
            <w:vAlign w:val="center"/>
          </w:tcPr>
          <w:p w:rsidRPr="009C54AE" w:rsidR="0085747A" w:rsidP="009C54AE" w:rsidRDefault="0071620A" w14:paraId="16C675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6A0432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D3C4D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D85C6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01640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64638C" w:rsidTr="0064638C" w14:paraId="3CE4FB44" w14:textId="77777777">
        <w:tc>
          <w:tcPr>
            <w:tcW w:w="1962" w:type="dxa"/>
          </w:tcPr>
          <w:p w:rsidRPr="009C54AE" w:rsidR="0064638C" w:rsidP="0064638C" w:rsidRDefault="0064638C" w14:paraId="7833C6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:rsidRPr="00DC14B7" w:rsidR="0064638C" w:rsidP="0064638C" w:rsidRDefault="0064638C" w14:paraId="75642A79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:rsidRPr="00DC14B7" w:rsidR="0064638C" w:rsidP="0064638C" w:rsidRDefault="0064638C" w14:paraId="1EBE47D7" w14:textId="3F292285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:rsidRPr="00DC14B7" w:rsidR="0064638C" w:rsidP="0064638C" w:rsidRDefault="0064638C" w14:paraId="04D6BB88" w14:textId="281E12C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64638C" w:rsidTr="0064638C" w14:paraId="6BE956DC" w14:textId="77777777">
        <w:tc>
          <w:tcPr>
            <w:tcW w:w="1962" w:type="dxa"/>
          </w:tcPr>
          <w:p w:rsidRPr="005B69B8" w:rsidR="0064638C" w:rsidP="0064638C" w:rsidRDefault="0064638C" w14:paraId="378835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Pr="00DC14B7" w:rsidR="0064638C" w:rsidP="0064638C" w:rsidRDefault="0064638C" w14:paraId="7F7EE1E4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:rsidRPr="00DC14B7" w:rsidR="0064638C" w:rsidP="0064638C" w:rsidRDefault="0064638C" w14:paraId="41ACD7B2" w14:textId="24C3E4B8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:rsidRPr="00DC14B7" w:rsidR="0064638C" w:rsidP="0064638C" w:rsidRDefault="0064638C" w14:paraId="1EDBA8D9" w14:textId="0A2A1AB3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64638C" w:rsidTr="0064638C" w14:paraId="660AC6F1" w14:textId="77777777">
        <w:tc>
          <w:tcPr>
            <w:tcW w:w="1962" w:type="dxa"/>
          </w:tcPr>
          <w:p w:rsidRPr="009C54AE" w:rsidR="0064638C" w:rsidP="0064638C" w:rsidRDefault="0064638C" w14:paraId="71B621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:rsidRPr="00DC14B7" w:rsidR="0064638C" w:rsidP="0064638C" w:rsidRDefault="0064638C" w14:paraId="732DDF10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:rsidRPr="00DC14B7" w:rsidR="0064638C" w:rsidP="0064638C" w:rsidRDefault="0064638C" w14:paraId="41D3621F" w14:textId="0C4EECD1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:rsidRPr="00DC14B7" w:rsidR="0064638C" w:rsidP="0064638C" w:rsidRDefault="0064638C" w14:paraId="65681C19" w14:textId="4ADFD2B6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64638C" w:rsidTr="0064638C" w14:paraId="2AD0BE56" w14:textId="77777777">
        <w:tc>
          <w:tcPr>
            <w:tcW w:w="1962" w:type="dxa"/>
          </w:tcPr>
          <w:p w:rsidRPr="009C54AE" w:rsidR="0064638C" w:rsidP="0064638C" w:rsidRDefault="0064638C" w14:paraId="467EF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:rsidRPr="00DC14B7" w:rsidR="0064638C" w:rsidP="0064638C" w:rsidRDefault="0064638C" w14:paraId="112C9139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:rsidRPr="00DC14B7" w:rsidR="0064638C" w:rsidP="0064638C" w:rsidRDefault="0064638C" w14:paraId="75CBE9AE" w14:textId="07A3603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64638C" w:rsidTr="0064638C" w14:paraId="536899CB" w14:textId="77777777">
        <w:tc>
          <w:tcPr>
            <w:tcW w:w="1962" w:type="dxa"/>
          </w:tcPr>
          <w:p w:rsidRPr="009C54AE" w:rsidR="0064638C" w:rsidP="0064638C" w:rsidRDefault="0064638C" w14:paraId="2522A2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:rsidRPr="00DC14B7" w:rsidR="0064638C" w:rsidP="0064638C" w:rsidRDefault="0064638C" w14:paraId="3CB20734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:rsidRPr="00DC14B7" w:rsidR="0064638C" w:rsidP="0064638C" w:rsidRDefault="0064638C" w14:paraId="14CB3979" w14:textId="21AEFE7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64638C" w:rsidTr="0064638C" w14:paraId="049232B5" w14:textId="77777777">
        <w:tc>
          <w:tcPr>
            <w:tcW w:w="1962" w:type="dxa"/>
          </w:tcPr>
          <w:p w:rsidRPr="009C54AE" w:rsidR="0064638C" w:rsidP="0064638C" w:rsidRDefault="0064638C" w14:paraId="6EE0DB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:rsidRPr="00DC14B7" w:rsidR="0064638C" w:rsidP="0064638C" w:rsidRDefault="0064638C" w14:paraId="4350FC9D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:rsidRPr="00DC14B7" w:rsidR="0064638C" w:rsidP="0064638C" w:rsidRDefault="0064638C" w14:paraId="14F7E17D" w14:textId="5165D973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77B009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7643D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1B8AF17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F73A380" w14:paraId="0AF095CB" w14:textId="77777777">
        <w:tc>
          <w:tcPr>
            <w:tcW w:w="9670" w:type="dxa"/>
          </w:tcPr>
          <w:p w:rsidRPr="00DC14B7" w:rsidR="0064638C" w:rsidP="0064638C" w:rsidRDefault="0064638C" w14:paraId="3C5F069A" w14:textId="77777777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85747A" w:rsidP="6F73A380" w:rsidRDefault="0064638C" w14:paraId="248D12A5" w14:textId="7F6CC5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Pr="6F73A380" w:rsidR="46E543A5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:rsidR="00F8439A" w:rsidP="009C54AE" w:rsidRDefault="00F8439A" w14:paraId="53110F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C54AE" w:rsidR="00F8439A" w:rsidP="009C54AE" w:rsidRDefault="00F8439A" w14:paraId="508B4C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:rsidRPr="009C54AE" w:rsidR="0085747A" w:rsidP="009C54AE" w:rsidRDefault="0085747A" w14:paraId="4AAF39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F48678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7B77C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227CBD3" w14:textId="77777777">
        <w:tc>
          <w:tcPr>
            <w:tcW w:w="4962" w:type="dxa"/>
            <w:vAlign w:val="center"/>
          </w:tcPr>
          <w:p w:rsidRPr="009C54AE" w:rsidR="0085747A" w:rsidP="009C54AE" w:rsidRDefault="00C61DC5" w14:paraId="351E13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DD6527F" w14:textId="39557B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00E24A9" w14:textId="77777777">
        <w:tc>
          <w:tcPr>
            <w:tcW w:w="4962" w:type="dxa"/>
          </w:tcPr>
          <w:p w:rsidRPr="009C54AE" w:rsidR="0085747A" w:rsidP="009C54AE" w:rsidRDefault="00C61DC5" w14:paraId="4BC310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874DD" w:rsidRDefault="00B75814" w14:paraId="155DF1B3" w14:textId="476BE5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Pr="009C54AE" w:rsidR="00C61DC5" w:rsidTr="00923D7D" w14:paraId="5C2BC983" w14:textId="77777777">
        <w:tc>
          <w:tcPr>
            <w:tcW w:w="4962" w:type="dxa"/>
          </w:tcPr>
          <w:p w:rsidRPr="009C54AE" w:rsidR="00C61DC5" w:rsidP="009C54AE" w:rsidRDefault="00C61DC5" w14:paraId="49A14F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C83D3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6874DD" w:rsidRDefault="0064638C" w14:paraId="784723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94C7054" w14:textId="77777777">
        <w:tc>
          <w:tcPr>
            <w:tcW w:w="4962" w:type="dxa"/>
          </w:tcPr>
          <w:p w:rsidRPr="009C54AE" w:rsidR="00C61DC5" w:rsidP="00633D53" w:rsidRDefault="00C61DC5" w14:paraId="74A0A336" w14:textId="0539C4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6874DD" w:rsidRDefault="00F61891" w14:paraId="51A24561" w14:textId="1A93C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7581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9C54AE" w:rsidR="0085747A" w:rsidTr="00923D7D" w14:paraId="46EF75DA" w14:textId="77777777">
        <w:tc>
          <w:tcPr>
            <w:tcW w:w="4962" w:type="dxa"/>
          </w:tcPr>
          <w:p w:rsidRPr="009C54AE" w:rsidR="0085747A" w:rsidP="009C54AE" w:rsidRDefault="0085747A" w14:paraId="647E3B6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874DD" w:rsidRDefault="00F61891" w14:paraId="59B9C60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36F1167A" w14:textId="77777777">
        <w:tc>
          <w:tcPr>
            <w:tcW w:w="4962" w:type="dxa"/>
          </w:tcPr>
          <w:p w:rsidRPr="009C54AE" w:rsidR="0085747A" w:rsidP="009C54AE" w:rsidRDefault="0085747A" w14:paraId="6B890E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874DD" w:rsidRDefault="00F61891" w14:paraId="04010A3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3E1941" w:rsidP="009C54AE" w:rsidRDefault="003E1941" w14:paraId="59F818E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DDFC31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C4CF2A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AD3B6E" w14:paraId="35CE7D0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F0680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AD3B6E" w:rsidRDefault="00AD3B6E" w14:paraId="57857460" w14:textId="670CF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AD3B6E" w14:paraId="484783D2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4D9FAD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AD3B6E" w:rsidRDefault="00AD3B6E" w14:paraId="01C6F23B" w14:textId="789EDD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A98E69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6D2C40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EB85CD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AD3B6E" w14:paraId="295FFEA5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31CFC6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DA01BE" w:rsidR="00F61891" w:rsidP="00AD3B6E" w:rsidRDefault="00F422FC" w14:paraId="0B04E76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w:history="1" r:id="rId1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Pr="00851253" w:rsidR="00DA01BE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Pr="000E1BEF" w:rsidR="00DA01BE">
                <w:t xml:space="preserve"> </w:t>
              </w:r>
              <w:r w:rsidRPr="00DA01BE" w:rsid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Pr="00851253"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Pr="00851253" w:rsidR="00DA01BE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:rsidRPr="009C54AE" w:rsidR="00F61891" w:rsidP="00AD3B6E" w:rsidRDefault="00F61891" w14:paraId="562D77F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Pr="009C54AE" w:rsidR="0085747A" w:rsidTr="00AD3B6E" w14:paraId="27880639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62B8D7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61891" w:rsidP="00AD3B6E" w:rsidRDefault="00DA01BE" w14:paraId="682E8356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:rsidRPr="00F61891" w:rsidR="00F61891" w:rsidP="00AD3B6E" w:rsidRDefault="00F61891" w14:paraId="5B71604B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:rsidRPr="009C54AE" w:rsidR="0085747A" w:rsidP="009C54AE" w:rsidRDefault="0085747A" w14:paraId="28637E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BFA591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E3787F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22FC" w:rsidP="00C16ABF" w:rsidRDefault="00F422FC" w14:paraId="02659FD6" w14:textId="77777777">
      <w:pPr>
        <w:spacing w:after="0" w:line="240" w:lineRule="auto"/>
      </w:pPr>
      <w:r>
        <w:separator/>
      </w:r>
    </w:p>
  </w:endnote>
  <w:endnote w:type="continuationSeparator" w:id="0">
    <w:p w:rsidR="00F422FC" w:rsidP="00C16ABF" w:rsidRDefault="00F422FC" w14:paraId="28AC9F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22FC" w:rsidP="00C16ABF" w:rsidRDefault="00F422FC" w14:paraId="5A3BEF13" w14:textId="77777777">
      <w:pPr>
        <w:spacing w:after="0" w:line="240" w:lineRule="auto"/>
      </w:pPr>
      <w:r>
        <w:separator/>
      </w:r>
    </w:p>
  </w:footnote>
  <w:footnote w:type="continuationSeparator" w:id="0">
    <w:p w:rsidR="00F422FC" w:rsidP="00C16ABF" w:rsidRDefault="00F422FC" w14:paraId="2F180CB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1E0C67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7FE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0509B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08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2B4A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81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64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422FC"/>
    <w:rsid w:val="00F526AF"/>
    <w:rsid w:val="00F617C3"/>
    <w:rsid w:val="00F61891"/>
    <w:rsid w:val="00F7066B"/>
    <w:rsid w:val="00F83B28"/>
    <w:rsid w:val="00F8439A"/>
    <w:rsid w:val="00F974DA"/>
    <w:rsid w:val="00FA46E5"/>
    <w:rsid w:val="00FB499D"/>
    <w:rsid w:val="00FB7DBA"/>
    <w:rsid w:val="00FC1C25"/>
    <w:rsid w:val="00FC3F45"/>
    <w:rsid w:val="00FD503F"/>
    <w:rsid w:val="00FD7589"/>
    <w:rsid w:val="00FF016A"/>
    <w:rsid w:val="00FF1401"/>
    <w:rsid w:val="00FF5E7D"/>
    <w:rsid w:val="12B3725C"/>
    <w:rsid w:val="14A5E960"/>
    <w:rsid w:val="292642F2"/>
    <w:rsid w:val="42D57080"/>
    <w:rsid w:val="457C0027"/>
    <w:rsid w:val="46E543A5"/>
    <w:rsid w:val="4E370D00"/>
    <w:rsid w:val="6F73A380"/>
    <w:rsid w:val="6FB0D9FF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633D53"/>
  </w:style>
  <w:style w:type="character" w:styleId="spellingerror" w:customStyle="1">
    <w:name w:val="spellingerror"/>
    <w:basedOn w:val="Domylnaczcionkaakapitu"/>
    <w:rsid w:val="00633D53"/>
  </w:style>
  <w:style w:type="character" w:styleId="eop" w:customStyle="1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5F28EB-780A-4CFC-8F44-B27DBC32CF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9F7D6-1B26-4D12-8A80-80AC018E9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Majka Agnieszka</lastModifiedBy>
  <revision>23</revision>
  <lastPrinted>2019-02-06T12:12:00.0000000Z</lastPrinted>
  <dcterms:created xsi:type="dcterms:W3CDTF">2020-10-18T19:36:00.0000000Z</dcterms:created>
  <dcterms:modified xsi:type="dcterms:W3CDTF">2020-12-11T19:48:25.3720880Z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